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B75F8" w:rsidRPr="00812E40" w:rsidRDefault="00EB75F8">
      <w:pPr>
        <w:rPr>
          <w:rFonts w:ascii="Arial Narrow" w:hAnsi="Arial Narrow"/>
          <w:sz w:val="22"/>
          <w:szCs w:val="22"/>
        </w:rPr>
      </w:pPr>
    </w:p>
    <w:p w:rsidR="00EB75F8" w:rsidRPr="00812E40" w:rsidRDefault="00EB75F8">
      <w:pPr>
        <w:rPr>
          <w:rFonts w:ascii="Arial Narrow" w:hAnsi="Arial Narrow"/>
          <w:sz w:val="22"/>
          <w:szCs w:val="22"/>
        </w:rPr>
      </w:pPr>
    </w:p>
    <w:p w:rsidR="00086886" w:rsidRPr="00812E40" w:rsidRDefault="00637CD7" w:rsidP="00D20263">
      <w:pPr>
        <w:spacing w:after="160" w:line="254" w:lineRule="auto"/>
        <w:ind w:left="3545"/>
        <w:rPr>
          <w:rFonts w:ascii="Arial Narrow" w:eastAsia="Times New Roman" w:hAnsi="Arial Narrow" w:cs="NewsGotT"/>
          <w:b/>
          <w:bCs/>
          <w:spacing w:val="-4"/>
          <w:kern w:val="0"/>
          <w:sz w:val="22"/>
          <w:szCs w:val="22"/>
          <w:lang w:bidi="ar-SA"/>
        </w:rPr>
      </w:pPr>
      <w:r w:rsidRPr="00812E40">
        <w:rPr>
          <w:rFonts w:ascii="Arial Narrow" w:eastAsia="Times New Roman" w:hAnsi="Arial Narrow" w:cs="NewsGotT"/>
          <w:b/>
          <w:bCs/>
          <w:spacing w:val="-4"/>
          <w:kern w:val="0"/>
          <w:sz w:val="22"/>
          <w:szCs w:val="22"/>
          <w:lang w:bidi="ar-SA"/>
        </w:rPr>
        <w:t xml:space="preserve"> </w:t>
      </w:r>
    </w:p>
    <w:p w:rsidR="00D20263" w:rsidRPr="00812E40" w:rsidRDefault="00637CD7" w:rsidP="00D20263">
      <w:pPr>
        <w:spacing w:after="160" w:line="254" w:lineRule="auto"/>
        <w:ind w:left="3545"/>
        <w:rPr>
          <w:rFonts w:ascii="Arial Narrow" w:eastAsia="Calibri" w:hAnsi="Arial Narrow" w:cs="Times New Roman"/>
          <w:kern w:val="0"/>
          <w:sz w:val="22"/>
          <w:szCs w:val="22"/>
          <w:lang w:eastAsia="en-US" w:bidi="ar-SA"/>
        </w:rPr>
      </w:pPr>
      <w:r w:rsidRPr="00812E40">
        <w:rPr>
          <w:rFonts w:ascii="Arial Narrow" w:eastAsia="Times New Roman" w:hAnsi="Arial Narrow" w:cs="NewsGotT"/>
          <w:b/>
          <w:bCs/>
          <w:spacing w:val="-4"/>
          <w:kern w:val="0"/>
          <w:sz w:val="22"/>
          <w:szCs w:val="22"/>
          <w:lang w:bidi="ar-SA"/>
        </w:rPr>
        <w:t xml:space="preserve">   </w:t>
      </w:r>
      <w:r w:rsidR="00D20263" w:rsidRPr="00812E40">
        <w:rPr>
          <w:rFonts w:ascii="Arial Narrow" w:eastAsia="Times New Roman" w:hAnsi="Arial Narrow" w:cs="NewsGotT"/>
          <w:b/>
          <w:bCs/>
          <w:spacing w:val="-4"/>
          <w:kern w:val="0"/>
          <w:sz w:val="22"/>
          <w:szCs w:val="22"/>
          <w:lang w:bidi="ar-SA"/>
        </w:rPr>
        <w:t>ANEXO I</w:t>
      </w:r>
      <w:bookmarkStart w:id="0" w:name="_GoBack"/>
      <w:bookmarkEnd w:id="0"/>
    </w:p>
    <w:p w:rsidR="00D20263" w:rsidRPr="00812E40" w:rsidRDefault="00D20263" w:rsidP="00261E6A">
      <w:pPr>
        <w:spacing w:after="120" w:line="288" w:lineRule="auto"/>
        <w:ind w:left="1418" w:firstLine="709"/>
        <w:rPr>
          <w:rFonts w:ascii="Arial Narrow" w:eastAsia="Times New Roman" w:hAnsi="Arial Narrow" w:cs="NewsGotT"/>
          <w:b/>
          <w:bCs/>
          <w:color w:val="000000"/>
          <w:spacing w:val="-4"/>
          <w:kern w:val="0"/>
          <w:sz w:val="22"/>
          <w:szCs w:val="22"/>
          <w:lang w:bidi="ar-SA"/>
        </w:rPr>
      </w:pPr>
      <w:r w:rsidRPr="00812E40">
        <w:rPr>
          <w:rFonts w:ascii="Arial Narrow" w:eastAsia="Times New Roman" w:hAnsi="Arial Narrow" w:cs="NewsGotT"/>
          <w:b/>
          <w:bCs/>
          <w:color w:val="000000"/>
          <w:spacing w:val="-4"/>
          <w:kern w:val="0"/>
          <w:sz w:val="22"/>
          <w:szCs w:val="22"/>
          <w:lang w:bidi="ar-SA"/>
        </w:rPr>
        <w:t>DATOS BÁSICOS DE LA PERSONA LICITADORA</w:t>
      </w:r>
    </w:p>
    <w:p w:rsidR="00D20263" w:rsidRPr="00812E40" w:rsidRDefault="00D20263" w:rsidP="00D20263">
      <w:pPr>
        <w:spacing w:after="120" w:line="288" w:lineRule="auto"/>
        <w:jc w:val="center"/>
        <w:rPr>
          <w:rFonts w:ascii="Arial Narrow" w:eastAsia="Times New Roman" w:hAnsi="Arial Narrow" w:cs="NewsGotT"/>
          <w:b/>
          <w:bCs/>
          <w:color w:val="000000"/>
          <w:spacing w:val="-4"/>
          <w:kern w:val="0"/>
          <w:sz w:val="22"/>
          <w:szCs w:val="22"/>
          <w:lang w:bidi="ar-SA"/>
        </w:rPr>
      </w:pPr>
    </w:p>
    <w:p w:rsidR="00D20263" w:rsidRPr="00812E40" w:rsidRDefault="00D20263" w:rsidP="00D20263">
      <w:pPr>
        <w:spacing w:after="160" w:line="254" w:lineRule="auto"/>
        <w:ind w:right="283"/>
        <w:jc w:val="both"/>
        <w:rPr>
          <w:rFonts w:ascii="Arial Narrow" w:eastAsia="Times New Roman" w:hAnsi="Arial Narrow" w:cs="NewsGotT"/>
          <w:b/>
          <w:bCs/>
          <w:color w:val="000000"/>
          <w:kern w:val="0"/>
          <w:sz w:val="22"/>
          <w:szCs w:val="22"/>
          <w:lang w:val="x-none" w:bidi="ar-SA"/>
        </w:rPr>
      </w:pPr>
      <w:r w:rsidRPr="00812E40">
        <w:rPr>
          <w:rFonts w:ascii="Arial Narrow" w:eastAsia="Times New Roman" w:hAnsi="Arial Narrow" w:cs="NewsGotT"/>
          <w:b/>
          <w:bCs/>
          <w:color w:val="000000"/>
          <w:kern w:val="0"/>
          <w:sz w:val="22"/>
          <w:szCs w:val="22"/>
          <w:shd w:val="clear" w:color="auto" w:fill="FFFFFF"/>
          <w:lang w:val="x-none" w:bidi="ar-SA"/>
        </w:rPr>
        <w:t>EXPEDIENTE:</w:t>
      </w:r>
    </w:p>
    <w:p w:rsidR="00D20263" w:rsidRPr="00812E40" w:rsidRDefault="00D20263" w:rsidP="00D20263">
      <w:pPr>
        <w:spacing w:after="160" w:line="254" w:lineRule="auto"/>
        <w:ind w:right="283"/>
        <w:jc w:val="both"/>
        <w:rPr>
          <w:rFonts w:ascii="Arial Narrow" w:eastAsia="Times New Roman" w:hAnsi="Arial Narrow" w:cs="NewsGotT"/>
          <w:b/>
          <w:bCs/>
          <w:color w:val="000000"/>
          <w:kern w:val="0"/>
          <w:sz w:val="22"/>
          <w:szCs w:val="22"/>
          <w:lang w:val="x-none" w:bidi="ar-SA"/>
        </w:rPr>
      </w:pPr>
      <w:r w:rsidRPr="00812E40">
        <w:rPr>
          <w:rFonts w:ascii="Arial Narrow" w:eastAsia="Times New Roman" w:hAnsi="Arial Narrow" w:cs="NewsGotT"/>
          <w:b/>
          <w:bCs/>
          <w:color w:val="000000"/>
          <w:kern w:val="0"/>
          <w:sz w:val="22"/>
          <w:szCs w:val="22"/>
          <w:shd w:val="clear" w:color="auto" w:fill="FFFFFF"/>
          <w:lang w:val="x-none" w:bidi="ar-SA"/>
        </w:rPr>
        <w:t>TÍTULO:</w:t>
      </w:r>
    </w:p>
    <w:p w:rsidR="00D20263" w:rsidRPr="00812E40" w:rsidRDefault="00D20263" w:rsidP="00D20263">
      <w:pPr>
        <w:tabs>
          <w:tab w:val="left" w:pos="3395"/>
          <w:tab w:val="left" w:pos="9063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</w:p>
    <w:p w:rsidR="00D20263" w:rsidRPr="00812E40" w:rsidRDefault="00D20263" w:rsidP="00D20263">
      <w:pPr>
        <w:tabs>
          <w:tab w:val="left" w:pos="3395"/>
          <w:tab w:val="left" w:pos="9063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b/>
          <w:bCs/>
          <w:color w:val="000000"/>
          <w:kern w:val="0"/>
          <w:sz w:val="22"/>
          <w:szCs w:val="22"/>
          <w:shd w:val="clear" w:color="auto" w:fill="FFFFFF"/>
          <w:lang w:val="x-none" w:bidi="ar-SA"/>
        </w:rPr>
        <w:t>DATOS DE LA PERSONA LICITADORA:</w:t>
      </w:r>
    </w:p>
    <w:p w:rsidR="00D20263" w:rsidRPr="00812E40" w:rsidRDefault="00D20263" w:rsidP="00D20263">
      <w:pPr>
        <w:tabs>
          <w:tab w:val="left" w:pos="3395"/>
          <w:tab w:val="left" w:pos="9063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  <w:t>Nombre/Razón social:                                                    N.I.F.:</w:t>
      </w:r>
    </w:p>
    <w:p w:rsidR="00D20263" w:rsidRPr="00812E40" w:rsidRDefault="00D20263" w:rsidP="00D20263">
      <w:pPr>
        <w:tabs>
          <w:tab w:val="left" w:pos="3395"/>
          <w:tab w:val="left" w:pos="7595"/>
          <w:tab w:val="left" w:pos="9411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  <w:t>Dirección:                                                                      Teléfono:</w:t>
      </w:r>
    </w:p>
    <w:p w:rsidR="00D20263" w:rsidRPr="00812E40" w:rsidRDefault="00D20263" w:rsidP="00D20263">
      <w:pPr>
        <w:tabs>
          <w:tab w:val="left" w:pos="3395"/>
          <w:tab w:val="left" w:pos="7595"/>
          <w:tab w:val="left" w:pos="9411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  <w:t>Fax:</w:t>
      </w:r>
    </w:p>
    <w:p w:rsidR="00D20263" w:rsidRPr="00812E40" w:rsidRDefault="00D20263" w:rsidP="00D20263">
      <w:pPr>
        <w:tabs>
          <w:tab w:val="left" w:pos="3395"/>
          <w:tab w:val="left" w:pos="7595"/>
          <w:tab w:val="left" w:pos="9411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</w:p>
    <w:p w:rsidR="00D20263" w:rsidRPr="00812E40" w:rsidRDefault="00D20263" w:rsidP="00D20263">
      <w:pPr>
        <w:tabs>
          <w:tab w:val="left" w:pos="3395"/>
          <w:tab w:val="left" w:pos="9063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b/>
          <w:bCs/>
          <w:color w:val="000000"/>
          <w:kern w:val="0"/>
          <w:sz w:val="22"/>
          <w:szCs w:val="22"/>
          <w:shd w:val="clear" w:color="auto" w:fill="FFFFFF"/>
          <w:lang w:val="x-none" w:bidi="ar-SA"/>
        </w:rPr>
        <w:t xml:space="preserve">DATOS DE LA PERSONA REPRESENTANTE:  </w:t>
      </w:r>
    </w:p>
    <w:p w:rsidR="00D20263" w:rsidRPr="00812E40" w:rsidRDefault="00D20263" w:rsidP="00D20263">
      <w:pPr>
        <w:tabs>
          <w:tab w:val="left" w:pos="3395"/>
          <w:tab w:val="left" w:pos="9063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  <w:t>Nombre y apellidos:</w:t>
      </w:r>
    </w:p>
    <w:p w:rsidR="00D20263" w:rsidRPr="00812E40" w:rsidRDefault="00D20263" w:rsidP="00D20263">
      <w:pPr>
        <w:tabs>
          <w:tab w:val="left" w:pos="3395"/>
          <w:tab w:val="left" w:pos="9063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  <w:t>Teléfono de contacto:</w:t>
      </w:r>
    </w:p>
    <w:p w:rsidR="00D20263" w:rsidRPr="00812E40" w:rsidRDefault="00D20263" w:rsidP="00D20263">
      <w:pPr>
        <w:tabs>
          <w:tab w:val="left" w:pos="3395"/>
          <w:tab w:val="left" w:pos="9063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</w:p>
    <w:p w:rsidR="00D20263" w:rsidRPr="00812E40" w:rsidRDefault="00D20263" w:rsidP="00D20263">
      <w:pPr>
        <w:tabs>
          <w:tab w:val="left" w:pos="3395"/>
          <w:tab w:val="left" w:pos="9063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b/>
          <w:bCs/>
          <w:color w:val="000000"/>
          <w:kern w:val="0"/>
          <w:sz w:val="22"/>
          <w:szCs w:val="22"/>
          <w:shd w:val="clear" w:color="auto" w:fill="FFFFFF"/>
          <w:lang w:val="x-none" w:bidi="ar-SA"/>
        </w:rPr>
        <w:t xml:space="preserve">DATOS DE PERSONA DE CONTACTO: </w:t>
      </w:r>
    </w:p>
    <w:p w:rsidR="00D20263" w:rsidRPr="00812E40" w:rsidRDefault="00D20263" w:rsidP="00D20263">
      <w:pPr>
        <w:tabs>
          <w:tab w:val="left" w:pos="3395"/>
          <w:tab w:val="left" w:pos="9063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  <w:t>Nombre y apellidos:</w:t>
      </w:r>
    </w:p>
    <w:p w:rsidR="00D20263" w:rsidRPr="00812E40" w:rsidRDefault="00D20263" w:rsidP="00D20263">
      <w:pPr>
        <w:tabs>
          <w:tab w:val="left" w:pos="3395"/>
          <w:tab w:val="left" w:pos="9063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  <w:t>Teléfono de contacto:</w:t>
      </w:r>
    </w:p>
    <w:p w:rsidR="001435DB" w:rsidRPr="00812E40" w:rsidRDefault="001435DB" w:rsidP="001435DB">
      <w:pPr>
        <w:tabs>
          <w:tab w:val="left" w:pos="3395"/>
          <w:tab w:val="left" w:pos="9063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val="x-none" w:bidi="ar-SA"/>
        </w:rPr>
      </w:pPr>
      <w:r w:rsidRPr="00812E40"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bidi="ar-SA"/>
        </w:rPr>
        <w:t>Dirección de correo electrónico habilitada de conformidad con lo dispuesto en la disposición adicional decimoquinta de la LCSP que deberá coincidir con la indicada en SIREC-Portal de Licitación Electrónica</w:t>
      </w:r>
    </w:p>
    <w:p w:rsidR="001435DB" w:rsidRPr="00812E40" w:rsidRDefault="001435DB" w:rsidP="00D20263">
      <w:pPr>
        <w:tabs>
          <w:tab w:val="left" w:pos="3395"/>
          <w:tab w:val="left" w:pos="9063"/>
          <w:tab w:val="left" w:pos="10879"/>
        </w:tabs>
        <w:spacing w:after="160" w:line="254" w:lineRule="auto"/>
        <w:ind w:right="283"/>
        <w:jc w:val="both"/>
        <w:rPr>
          <w:rFonts w:ascii="Arial Narrow" w:eastAsia="Times New Roman" w:hAnsi="Arial Narrow" w:cs="NewsGotT"/>
          <w:color w:val="000000"/>
          <w:kern w:val="0"/>
          <w:sz w:val="22"/>
          <w:szCs w:val="22"/>
          <w:shd w:val="clear" w:color="auto" w:fill="FFFFFF"/>
          <w:lang w:bidi="ar-SA"/>
        </w:rPr>
      </w:pPr>
    </w:p>
    <w:p w:rsidR="00D20263" w:rsidRPr="00812E40" w:rsidRDefault="00D20263" w:rsidP="00D20263">
      <w:pPr>
        <w:spacing w:after="160" w:line="254" w:lineRule="auto"/>
        <w:ind w:right="283"/>
        <w:jc w:val="both"/>
        <w:rPr>
          <w:rFonts w:ascii="Arial Narrow" w:eastAsia="Times New Roman" w:hAnsi="Arial Narrow" w:cs="NewsGotT"/>
          <w:b/>
          <w:bCs/>
          <w:color w:val="000000"/>
          <w:kern w:val="0"/>
          <w:sz w:val="22"/>
          <w:szCs w:val="22"/>
          <w:lang w:val="x-none" w:bidi="ar-SA"/>
        </w:rPr>
      </w:pPr>
      <w:r w:rsidRPr="00812E40">
        <w:rPr>
          <w:rFonts w:ascii="Arial Narrow" w:eastAsia="Times New Roman" w:hAnsi="Arial Narrow" w:cs="NewsGotT"/>
          <w:b/>
          <w:bCs/>
          <w:color w:val="000000"/>
          <w:kern w:val="0"/>
          <w:sz w:val="22"/>
          <w:szCs w:val="22"/>
          <w:shd w:val="clear" w:color="auto" w:fill="FFFFFF"/>
          <w:lang w:val="x-none" w:bidi="ar-SA"/>
        </w:rPr>
        <w:t>RELACIÓN DE LOTES A LOS QUE SE LICITA, EN SU CASO:</w:t>
      </w:r>
    </w:p>
    <w:p w:rsidR="001C21C4" w:rsidRPr="00812E40" w:rsidRDefault="0027183B" w:rsidP="00601E69">
      <w:pPr>
        <w:jc w:val="both"/>
        <w:rPr>
          <w:rFonts w:ascii="Arial Narrow" w:hAnsi="Arial Narrow"/>
          <w:b/>
          <w:sz w:val="22"/>
          <w:szCs w:val="22"/>
        </w:rPr>
      </w:pPr>
      <w:r w:rsidRPr="00812E40">
        <w:rPr>
          <w:rFonts w:ascii="Arial Narrow" w:hAnsi="Arial Narrow"/>
          <w:b/>
          <w:sz w:val="22"/>
          <w:szCs w:val="22"/>
        </w:rPr>
        <w:t>ÍNDICE DEL CONTENIDO DE ESTE SOBRE ÚNICO:</w:t>
      </w:r>
    </w:p>
    <w:p w:rsidR="0027183B" w:rsidRPr="00812E40" w:rsidRDefault="0027183B" w:rsidP="00601E69">
      <w:pPr>
        <w:jc w:val="both"/>
        <w:rPr>
          <w:rFonts w:ascii="Arial Narrow" w:hAnsi="Arial Narrow"/>
          <w:b/>
          <w:sz w:val="22"/>
          <w:szCs w:val="22"/>
        </w:rPr>
      </w:pPr>
      <w:r w:rsidRPr="00812E40">
        <w:rPr>
          <w:rFonts w:ascii="Arial Narrow" w:hAnsi="Arial Narrow"/>
          <w:b/>
          <w:sz w:val="22"/>
          <w:szCs w:val="22"/>
        </w:rPr>
        <w:t>1.</w:t>
      </w:r>
    </w:p>
    <w:p w:rsidR="0027183B" w:rsidRPr="00812E40" w:rsidRDefault="0027183B" w:rsidP="00601E69">
      <w:pPr>
        <w:jc w:val="both"/>
        <w:rPr>
          <w:rFonts w:ascii="Arial Narrow" w:hAnsi="Arial Narrow"/>
          <w:b/>
          <w:sz w:val="22"/>
          <w:szCs w:val="22"/>
        </w:rPr>
      </w:pPr>
      <w:r w:rsidRPr="00812E40">
        <w:rPr>
          <w:rFonts w:ascii="Arial Narrow" w:hAnsi="Arial Narrow"/>
          <w:b/>
          <w:sz w:val="22"/>
          <w:szCs w:val="22"/>
        </w:rPr>
        <w:t>2.</w:t>
      </w:r>
    </w:p>
    <w:p w:rsidR="0027183B" w:rsidRPr="00812E40" w:rsidRDefault="0027183B" w:rsidP="00601E69">
      <w:pPr>
        <w:jc w:val="both"/>
        <w:rPr>
          <w:rFonts w:ascii="Arial Narrow" w:hAnsi="Arial Narrow"/>
          <w:b/>
          <w:sz w:val="22"/>
          <w:szCs w:val="22"/>
        </w:rPr>
      </w:pPr>
      <w:r w:rsidRPr="00812E40">
        <w:rPr>
          <w:rFonts w:ascii="Arial Narrow" w:hAnsi="Arial Narrow"/>
          <w:b/>
          <w:sz w:val="22"/>
          <w:szCs w:val="22"/>
        </w:rPr>
        <w:t>3.</w:t>
      </w:r>
    </w:p>
    <w:p w:rsidR="0027183B" w:rsidRPr="00812E40" w:rsidRDefault="0027183B" w:rsidP="00601E69">
      <w:pPr>
        <w:jc w:val="both"/>
        <w:rPr>
          <w:rFonts w:ascii="Arial Narrow" w:hAnsi="Arial Narrow"/>
          <w:b/>
          <w:sz w:val="22"/>
          <w:szCs w:val="22"/>
        </w:rPr>
      </w:pPr>
      <w:r w:rsidRPr="00812E40">
        <w:rPr>
          <w:rFonts w:ascii="Arial Narrow" w:hAnsi="Arial Narrow"/>
          <w:b/>
          <w:sz w:val="22"/>
          <w:szCs w:val="22"/>
        </w:rPr>
        <w:t>……</w:t>
      </w:r>
    </w:p>
    <w:sectPr w:rsidR="0027183B" w:rsidRPr="00812E40" w:rsidSect="00B97BF8">
      <w:headerReference w:type="default" r:id="rId6"/>
      <w:pgSz w:w="11906" w:h="16838"/>
      <w:pgMar w:top="2127" w:right="1134" w:bottom="1134" w:left="156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E9E" w:rsidRDefault="004F2E9E" w:rsidP="004F2E9E">
      <w:r>
        <w:separator/>
      </w:r>
    </w:p>
  </w:endnote>
  <w:endnote w:type="continuationSeparator" w:id="0">
    <w:p w:rsidR="004F2E9E" w:rsidRDefault="004F2E9E" w:rsidP="004F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Got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E9E" w:rsidRDefault="004F2E9E" w:rsidP="004F2E9E">
      <w:r>
        <w:separator/>
      </w:r>
    </w:p>
  </w:footnote>
  <w:footnote w:type="continuationSeparator" w:id="0">
    <w:p w:rsidR="004F2E9E" w:rsidRDefault="004F2E9E" w:rsidP="004F2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F8" w:rsidRDefault="00B97BF8" w:rsidP="00B97BF8">
    <w:pPr>
      <w:pStyle w:val="Encabezado"/>
      <w:rPr>
        <w:lang w:val="es-ES" w:eastAsia="es-ES"/>
      </w:rPr>
    </w:pPr>
    <w:r>
      <w:rPr>
        <w:noProof/>
      </w:rPr>
      <mc:AlternateContent>
        <mc:Choice Requires="wps">
          <w:drawing>
            <wp:anchor distT="45720" distB="45720" distL="114935" distR="114935" simplePos="0" relativeHeight="251660288" behindDoc="0" locked="0" layoutInCell="1" allowOverlap="1">
              <wp:simplePos x="0" y="0"/>
              <wp:positionH relativeFrom="margin">
                <wp:posOffset>4017645</wp:posOffset>
              </wp:positionH>
              <wp:positionV relativeFrom="paragraph">
                <wp:posOffset>-25400</wp:posOffset>
              </wp:positionV>
              <wp:extent cx="2286000" cy="573405"/>
              <wp:effectExtent l="0" t="0" r="0" b="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573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F8" w:rsidRDefault="00B97BF8" w:rsidP="00B97BF8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B97BF8" w:rsidRDefault="00B97BF8" w:rsidP="00B97BF8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B97BF8" w:rsidRDefault="00B97BF8" w:rsidP="00B97BF8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B97BF8" w:rsidRDefault="00B97BF8" w:rsidP="00B97BF8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6.35pt;margin-top:-2pt;width:180pt;height:45.15pt;z-index:251660288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" stroked="f">
              <v:textbox inset="7.25pt,3.65pt,7.25pt,3.65pt">
                <w:txbxContent>
                  <w:p w:rsidR="00B97BF8" w:rsidRDefault="00B97BF8" w:rsidP="00B97BF8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B97BF8" w:rsidRDefault="00B97BF8" w:rsidP="00B97BF8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B97BF8" w:rsidRDefault="00B97BF8" w:rsidP="00B97BF8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B97BF8" w:rsidRDefault="00B97BF8" w:rsidP="00B97BF8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-135890</wp:posOffset>
          </wp:positionV>
          <wp:extent cx="1942465" cy="982345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F2E9E" w:rsidRDefault="004F2E9E" w:rsidP="004F2E9E">
    <w:pPr>
      <w:pStyle w:val="Textoindependiente"/>
      <w:spacing w:line="14" w:lineRule="auto"/>
      <w:rPr>
        <w:sz w:val="20"/>
      </w:rPr>
    </w:pPr>
  </w:p>
  <w:p w:rsidR="004F2E9E" w:rsidRDefault="004F2E9E" w:rsidP="003A39AE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057543"/>
    <w:rsid w:val="00086886"/>
    <w:rsid w:val="001435DB"/>
    <w:rsid w:val="001C21C4"/>
    <w:rsid w:val="00200707"/>
    <w:rsid w:val="00261E6A"/>
    <w:rsid w:val="0027183B"/>
    <w:rsid w:val="003A39AE"/>
    <w:rsid w:val="004F2E9E"/>
    <w:rsid w:val="00601E69"/>
    <w:rsid w:val="00637CD7"/>
    <w:rsid w:val="00812E40"/>
    <w:rsid w:val="00B97BF8"/>
    <w:rsid w:val="00D20263"/>
    <w:rsid w:val="00EA3B62"/>
    <w:rsid w:val="00EB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oNotEmbedSmartTags/>
  <w:decimalSymbol w:val=","/>
  <w:listSeparator w:val=";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becera-Centrodirectivo">
    <w:name w:val="Cabecera - Centro directivo"/>
    <w:autoRedefine/>
    <w:qFormat/>
    <w:rsid w:val="00637CD7"/>
    <w:pPr>
      <w:spacing w:before="40" w:after="240"/>
      <w:ind w:left="703"/>
      <w:jc w:val="both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637CD7"/>
    <w:pPr>
      <w:spacing w:after="240"/>
      <w:ind w:left="703"/>
      <w:jc w:val="both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styleId="Encabezado">
    <w:name w:val="header"/>
    <w:basedOn w:val="Normal"/>
    <w:link w:val="EncabezadoCar"/>
    <w:unhideWhenUsed/>
    <w:rsid w:val="004F2E9E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4F2E9E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4F2E9E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F2E9E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9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16</cp:revision>
  <cp:lastPrinted>1995-11-21T16:41:00Z</cp:lastPrinted>
  <dcterms:created xsi:type="dcterms:W3CDTF">2022-01-15T11:21:00Z</dcterms:created>
  <dcterms:modified xsi:type="dcterms:W3CDTF">2025-07-17T09:58:00Z</dcterms:modified>
</cp:coreProperties>
</file>